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8C35A" w14:textId="77777777" w:rsidR="009C75B9" w:rsidRDefault="009C75B9" w:rsidP="00662040">
      <w:pPr>
        <w:jc w:val="center"/>
        <w:rPr>
          <w:b/>
          <w:bCs/>
          <w:sz w:val="40"/>
          <w:szCs w:val="40"/>
        </w:rPr>
      </w:pPr>
      <w:bookmarkStart w:id="0" w:name="_Toc91152756"/>
    </w:p>
    <w:p w14:paraId="634B7F98" w14:textId="4242F188" w:rsidR="003A07F7" w:rsidRDefault="009C75B9" w:rsidP="00662040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S-71</w:t>
      </w:r>
      <w:r w:rsidR="00BB0379">
        <w:rPr>
          <w:b/>
          <w:bCs/>
          <w:sz w:val="40"/>
          <w:szCs w:val="40"/>
        </w:rPr>
        <w:t>40</w:t>
      </w:r>
      <w:r w:rsidR="001F2545">
        <w:rPr>
          <w:b/>
          <w:bCs/>
          <w:sz w:val="40"/>
          <w:szCs w:val="40"/>
        </w:rPr>
        <w:t>H</w:t>
      </w:r>
    </w:p>
    <w:p w14:paraId="3A094A68" w14:textId="77777777" w:rsidR="003A07F7" w:rsidRDefault="003A07F7" w:rsidP="00662040">
      <w:pPr>
        <w:jc w:val="center"/>
        <w:rPr>
          <w:b/>
          <w:bCs/>
          <w:sz w:val="40"/>
          <w:szCs w:val="40"/>
        </w:rPr>
      </w:pPr>
    </w:p>
    <w:p w14:paraId="32984AD0" w14:textId="798380DE" w:rsidR="009C75B9" w:rsidRDefault="009C75B9" w:rsidP="00662040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Leuze</w:t>
      </w:r>
    </w:p>
    <w:p w14:paraId="64AF13BC" w14:textId="77777777" w:rsidR="009C75B9" w:rsidRDefault="009C75B9" w:rsidP="00662040">
      <w:pPr>
        <w:jc w:val="center"/>
        <w:rPr>
          <w:b/>
          <w:bCs/>
          <w:sz w:val="40"/>
          <w:szCs w:val="40"/>
        </w:rPr>
      </w:pPr>
    </w:p>
    <w:p w14:paraId="512203F3" w14:textId="24904F1B" w:rsidR="003A07F7" w:rsidRPr="001F2545" w:rsidRDefault="00BB0379" w:rsidP="00BB0379">
      <w:pPr>
        <w:tabs>
          <w:tab w:val="center" w:pos="4819"/>
          <w:tab w:val="right" w:pos="9638"/>
        </w:tabs>
        <w:rPr>
          <w:b/>
          <w:bCs/>
          <w:sz w:val="72"/>
          <w:szCs w:val="72"/>
        </w:rPr>
      </w:pPr>
      <w:r>
        <w:rPr>
          <w:rFonts w:cs="CIDFont+F6"/>
          <w:b/>
          <w:bCs/>
          <w:color w:val="auto"/>
          <w:sz w:val="36"/>
          <w:szCs w:val="30"/>
        </w:rPr>
        <w:tab/>
      </w:r>
      <w:r w:rsidR="001F2545" w:rsidRPr="001F2545">
        <w:rPr>
          <w:rFonts w:cs="CIDFont+F6"/>
          <w:b/>
          <w:bCs/>
          <w:color w:val="auto"/>
          <w:sz w:val="36"/>
          <w:szCs w:val="30"/>
        </w:rPr>
        <w:t xml:space="preserve">HF READER </w:t>
      </w:r>
      <w:r w:rsidR="002F2E94">
        <w:rPr>
          <w:rFonts w:cs="CIDFont+F6"/>
          <w:b/>
          <w:bCs/>
          <w:color w:val="auto"/>
          <w:sz w:val="36"/>
          <w:szCs w:val="30"/>
        </w:rPr>
        <w:t xml:space="preserve">M30 </w:t>
      </w:r>
      <w:r w:rsidR="001F2545" w:rsidRPr="001F2545">
        <w:rPr>
          <w:rFonts w:cs="CIDFont+F6"/>
          <w:b/>
          <w:bCs/>
          <w:color w:val="auto"/>
          <w:sz w:val="36"/>
          <w:szCs w:val="30"/>
        </w:rPr>
        <w:t xml:space="preserve">IO </w:t>
      </w:r>
      <w:r w:rsidR="001F2545" w:rsidRPr="001F2545">
        <w:rPr>
          <w:rFonts w:cs="CIDFont+F6"/>
          <w:b/>
          <w:bCs/>
          <w:color w:val="auto"/>
          <w:sz w:val="40"/>
          <w:szCs w:val="32"/>
        </w:rPr>
        <w:t>LINK</w:t>
      </w:r>
      <w:r>
        <w:rPr>
          <w:rFonts w:cs="CIDFont+F6"/>
          <w:b/>
          <w:bCs/>
          <w:color w:val="auto"/>
          <w:sz w:val="40"/>
          <w:szCs w:val="32"/>
        </w:rPr>
        <w:tab/>
      </w:r>
    </w:p>
    <w:p w14:paraId="3CAFCD9F" w14:textId="41393B6C" w:rsidR="00662040" w:rsidRDefault="00BB0379" w:rsidP="00662040">
      <w:pPr>
        <w:jc w:val="center"/>
        <w:rPr>
          <w:rFonts w:ascii="Verdana" w:hAnsi="Verdana"/>
          <w:b/>
          <w:bCs/>
          <w:sz w:val="48"/>
          <w:szCs w:val="40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A49A2D" wp14:editId="4BA97CA5">
                <wp:simplePos x="0" y="0"/>
                <wp:positionH relativeFrom="margin">
                  <wp:align>center</wp:align>
                </wp:positionH>
                <wp:positionV relativeFrom="paragraph">
                  <wp:posOffset>9221</wp:posOffset>
                </wp:positionV>
                <wp:extent cx="5186477" cy="2852928"/>
                <wp:effectExtent l="0" t="0" r="0" b="508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6477" cy="28529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325A9" w14:textId="69D22C6F" w:rsidR="00BA1408" w:rsidRDefault="00BB0379" w:rsidP="00BA140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FF7ADC" wp14:editId="1225D0B7">
                                  <wp:extent cx="4234369" cy="2757831"/>
                                  <wp:effectExtent l="0" t="0" r="0" b="4445"/>
                                  <wp:docPr id="1963700809" name="Immagine 1" descr="Immagine che contiene Ferramenta, connettore&#10;&#10;Descrizione generata automaticamen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63700809" name="Immagine 1" descr="Immagine che contiene Ferramenta, connettore&#10;&#10;Descrizione generata automaticamente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44808" cy="27646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A49A2D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.75pt;width:408.4pt;height:224.6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" stroked="f">
                <v:textbox>
                  <w:txbxContent>
                    <w:p w14:paraId="68F325A9" w14:textId="69D22C6F" w:rsidR="00BA1408" w:rsidRDefault="00BB0379" w:rsidP="00BA140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EFF7ADC" wp14:editId="1225D0B7">
                            <wp:extent cx="4234369" cy="2757831"/>
                            <wp:effectExtent l="0" t="0" r="0" b="4445"/>
                            <wp:docPr id="1963700809" name="Immagine 1" descr="Immagine che contiene Ferramenta, connettore&#10;&#10;Descrizione generata automaticamen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63700809" name="Immagine 1" descr="Immagine che contiene Ferramenta, connettore&#10;&#10;Descrizione generata automaticamente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44808" cy="27646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9AC994" w14:textId="5321F8AC" w:rsidR="00BA1408" w:rsidRPr="00924BBD" w:rsidRDefault="00BA1408" w:rsidP="00BA1408">
      <w:pPr>
        <w:rPr>
          <w:rFonts w:ascii="Verdana" w:hAnsi="Verdana"/>
        </w:rPr>
      </w:pPr>
      <w:bookmarkStart w:id="1" w:name="_Toc104558677"/>
    </w:p>
    <w:p w14:paraId="6E33DD9F" w14:textId="77777777" w:rsidR="00BA1408" w:rsidRPr="00924BBD" w:rsidRDefault="00BA1408" w:rsidP="00BA1408">
      <w:pPr>
        <w:jc w:val="center"/>
        <w:rPr>
          <w:rFonts w:ascii="Verdana" w:hAnsi="Verdana"/>
        </w:rPr>
      </w:pPr>
    </w:p>
    <w:p w14:paraId="56CA1911" w14:textId="77777777" w:rsidR="00BA1408" w:rsidRPr="00924BBD" w:rsidRDefault="00BA1408" w:rsidP="00BA1408">
      <w:pPr>
        <w:jc w:val="center"/>
        <w:rPr>
          <w:rFonts w:ascii="Verdana" w:hAnsi="Verdana"/>
        </w:rPr>
      </w:pPr>
    </w:p>
    <w:p w14:paraId="22308834" w14:textId="77777777" w:rsidR="00BA1408" w:rsidRPr="00924BBD" w:rsidRDefault="00BA1408" w:rsidP="00BA1408">
      <w:pPr>
        <w:rPr>
          <w:rFonts w:ascii="Verdana" w:hAnsi="Verdana"/>
        </w:rPr>
      </w:pPr>
    </w:p>
    <w:p w14:paraId="3AE6035D" w14:textId="77777777" w:rsidR="00BA1408" w:rsidRPr="00924BBD" w:rsidRDefault="00BA1408" w:rsidP="00BA1408">
      <w:pPr>
        <w:rPr>
          <w:rFonts w:ascii="Verdana" w:hAnsi="Verdana"/>
        </w:rPr>
      </w:pPr>
    </w:p>
    <w:p w14:paraId="251BE3C6" w14:textId="77777777" w:rsidR="00BA1408" w:rsidRPr="00924BBD" w:rsidRDefault="00BA1408" w:rsidP="00BA1408">
      <w:pPr>
        <w:rPr>
          <w:rFonts w:ascii="Verdana" w:hAnsi="Verdana"/>
        </w:rPr>
      </w:pPr>
    </w:p>
    <w:p w14:paraId="39FDE65E" w14:textId="77777777" w:rsidR="00BA1408" w:rsidRPr="00924BBD" w:rsidRDefault="00BA1408" w:rsidP="00BA1408">
      <w:pPr>
        <w:rPr>
          <w:rFonts w:ascii="Verdana" w:hAnsi="Verdana"/>
        </w:rPr>
      </w:pPr>
    </w:p>
    <w:p w14:paraId="5C7B69E8" w14:textId="77777777" w:rsidR="00BA1408" w:rsidRPr="00924BBD" w:rsidRDefault="00BA1408" w:rsidP="00BA1408">
      <w:pPr>
        <w:rPr>
          <w:rFonts w:ascii="Verdana" w:hAnsi="Verdana"/>
        </w:rPr>
      </w:pPr>
    </w:p>
    <w:p w14:paraId="059AC73F" w14:textId="77777777" w:rsidR="00BA1408" w:rsidRPr="00924BBD" w:rsidRDefault="00BA1408" w:rsidP="00BA1408">
      <w:pPr>
        <w:rPr>
          <w:rFonts w:ascii="Verdana" w:hAnsi="Verdana"/>
        </w:rPr>
      </w:pPr>
    </w:p>
    <w:p w14:paraId="1DDA66D3" w14:textId="77777777" w:rsidR="00BA1408" w:rsidRPr="00924BBD" w:rsidRDefault="00BA1408" w:rsidP="00BA1408">
      <w:pPr>
        <w:rPr>
          <w:rFonts w:ascii="Verdana" w:hAnsi="Verdana"/>
        </w:rPr>
      </w:pPr>
    </w:p>
    <w:p w14:paraId="5EA76333" w14:textId="77777777" w:rsidR="00BA1408" w:rsidRPr="00924BBD" w:rsidRDefault="00BA1408" w:rsidP="00BA1408">
      <w:pPr>
        <w:rPr>
          <w:rFonts w:ascii="Verdana" w:hAnsi="Verdana"/>
        </w:rPr>
      </w:pPr>
    </w:p>
    <w:p w14:paraId="56957E5B" w14:textId="77777777" w:rsidR="00BA1408" w:rsidRPr="00924BBD" w:rsidRDefault="00BA1408" w:rsidP="00BA1408">
      <w:pPr>
        <w:rPr>
          <w:rFonts w:ascii="Verdana" w:hAnsi="Verdana"/>
        </w:rPr>
      </w:pPr>
    </w:p>
    <w:p w14:paraId="401D594D" w14:textId="77777777" w:rsidR="00BA1408" w:rsidRPr="00924BBD" w:rsidRDefault="00BA1408" w:rsidP="00BA1408">
      <w:pPr>
        <w:rPr>
          <w:rFonts w:ascii="Verdana" w:hAnsi="Verdana"/>
        </w:rPr>
      </w:pPr>
    </w:p>
    <w:p w14:paraId="40F7BC8F" w14:textId="77777777" w:rsidR="00BA1408" w:rsidRPr="00924BBD" w:rsidRDefault="00BA1408" w:rsidP="00BA1408">
      <w:pPr>
        <w:rPr>
          <w:rFonts w:ascii="Verdana" w:hAnsi="Verdana"/>
        </w:rPr>
      </w:pPr>
    </w:p>
    <w:p w14:paraId="7B098EC4" w14:textId="77777777" w:rsidR="00BA1408" w:rsidRPr="00924BBD" w:rsidRDefault="00BA1408" w:rsidP="00BA1408">
      <w:pPr>
        <w:rPr>
          <w:rFonts w:ascii="Verdana" w:hAnsi="Verdana"/>
        </w:rPr>
      </w:pPr>
    </w:p>
    <w:p w14:paraId="38B6E6B8" w14:textId="77777777" w:rsidR="00BA1408" w:rsidRPr="00924BBD" w:rsidRDefault="00BA1408" w:rsidP="00BA1408">
      <w:pPr>
        <w:rPr>
          <w:rFonts w:ascii="Verdana" w:hAnsi="Verdana"/>
        </w:rPr>
      </w:pPr>
    </w:p>
    <w:p w14:paraId="5BBE01E0" w14:textId="77777777" w:rsidR="00BA1408" w:rsidRPr="00924BBD" w:rsidRDefault="00BA1408" w:rsidP="00BA1408">
      <w:pPr>
        <w:rPr>
          <w:rFonts w:ascii="Verdana" w:hAnsi="Verdana"/>
        </w:rPr>
      </w:pPr>
    </w:p>
    <w:p w14:paraId="235AD0D5" w14:textId="77777777" w:rsidR="00BA1408" w:rsidRPr="00924BBD" w:rsidRDefault="00BA1408" w:rsidP="00BA1408">
      <w:pPr>
        <w:rPr>
          <w:rFonts w:ascii="Verdana" w:hAnsi="Verdana"/>
        </w:rPr>
      </w:pPr>
    </w:p>
    <w:p w14:paraId="6E0A48C7" w14:textId="77777777" w:rsidR="00BA1408" w:rsidRPr="00924BBD" w:rsidRDefault="00BA1408" w:rsidP="00BA1408">
      <w:pPr>
        <w:rPr>
          <w:rFonts w:ascii="Verdana" w:hAnsi="Verdana"/>
        </w:rPr>
      </w:pPr>
    </w:p>
    <w:p w14:paraId="1B96EC7C" w14:textId="77777777" w:rsidR="00BA1408" w:rsidRPr="00924BBD" w:rsidRDefault="00BA1408" w:rsidP="00BA1408">
      <w:pPr>
        <w:rPr>
          <w:rFonts w:ascii="Verdana" w:hAnsi="Verdana"/>
        </w:rPr>
      </w:pPr>
    </w:p>
    <w:p w14:paraId="1ADBFCEF" w14:textId="04831865" w:rsidR="00BA1408" w:rsidRDefault="00BA1408" w:rsidP="00BA1408">
      <w:pPr>
        <w:rPr>
          <w:rFonts w:ascii="Verdana" w:hAnsi="Verdana"/>
        </w:rPr>
      </w:pPr>
    </w:p>
    <w:p w14:paraId="05429762" w14:textId="77777777" w:rsidR="00BA1408" w:rsidRPr="00924BBD" w:rsidRDefault="00BA1408" w:rsidP="00BA1408">
      <w:pPr>
        <w:rPr>
          <w:rFonts w:ascii="Verdana" w:hAnsi="Verdana"/>
        </w:rPr>
      </w:pPr>
    </w:p>
    <w:p w14:paraId="66B64113" w14:textId="77777777" w:rsidR="00BA1408" w:rsidRPr="00924BBD" w:rsidRDefault="00BA1408" w:rsidP="00BA1408">
      <w:pPr>
        <w:pStyle w:val="Titolo"/>
        <w:rPr>
          <w:sz w:val="40"/>
          <w:szCs w:val="40"/>
          <w:lang w:val="fr-FR"/>
        </w:rPr>
      </w:pPr>
      <w:r w:rsidRPr="00924BBD">
        <w:rPr>
          <w:bCs/>
          <w:sz w:val="40"/>
          <w:szCs w:val="36"/>
          <w:lang w:val="fr-FR"/>
        </w:rPr>
        <w:t>TECHNICAL CONSTRUCTION FILE</w:t>
      </w:r>
    </w:p>
    <w:bookmarkEnd w:id="0"/>
    <w:bookmarkEnd w:id="1"/>
    <w:p w14:paraId="78EB51C3" w14:textId="27016B5B" w:rsidR="00BA1408" w:rsidRDefault="00BA1408" w:rsidP="00BA1408">
      <w:pPr>
        <w:pStyle w:val="Titolo"/>
        <w:jc w:val="left"/>
        <w:rPr>
          <w:lang w:val="fr-FR"/>
        </w:rPr>
      </w:pPr>
    </w:p>
    <w:tbl>
      <w:tblPr>
        <w:tblStyle w:val="Grigliatabella"/>
        <w:tblW w:w="5000" w:type="pct"/>
        <w:jc w:val="center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4A0" w:firstRow="1" w:lastRow="0" w:firstColumn="1" w:lastColumn="0" w:noHBand="0" w:noVBand="1"/>
      </w:tblPr>
      <w:tblGrid>
        <w:gridCol w:w="1570"/>
        <w:gridCol w:w="1620"/>
        <w:gridCol w:w="2237"/>
        <w:gridCol w:w="4201"/>
      </w:tblGrid>
      <w:tr w:rsidR="00256E1C" w14:paraId="43F47F14" w14:textId="77777777" w:rsidTr="00F561AB">
        <w:trPr>
          <w:jc w:val="center"/>
        </w:trPr>
        <w:tc>
          <w:tcPr>
            <w:tcW w:w="1570" w:type="dxa"/>
            <w:shd w:val="clear" w:color="auto" w:fill="BE0036"/>
            <w:hideMark/>
          </w:tcPr>
          <w:p w14:paraId="5E9DEE6A" w14:textId="77777777" w:rsidR="00256E1C" w:rsidRPr="00EE3D01" w:rsidRDefault="00256E1C" w:rsidP="00F561AB">
            <w:pPr>
              <w:spacing w:before="60" w:after="60"/>
              <w:rPr>
                <w:b/>
                <w:bCs/>
                <w:color w:val="E3E3EA"/>
              </w:rPr>
            </w:pPr>
            <w:r w:rsidRPr="00EE3D01">
              <w:rPr>
                <w:b/>
                <w:bCs/>
                <w:color w:val="E3E3EA"/>
              </w:rPr>
              <w:t xml:space="preserve">Versione </w:t>
            </w:r>
          </w:p>
        </w:tc>
        <w:tc>
          <w:tcPr>
            <w:tcW w:w="1620" w:type="dxa"/>
            <w:shd w:val="clear" w:color="auto" w:fill="BE0036"/>
            <w:hideMark/>
          </w:tcPr>
          <w:p w14:paraId="6BD03258" w14:textId="77777777" w:rsidR="00256E1C" w:rsidRPr="00EE3D01" w:rsidRDefault="00256E1C" w:rsidP="00F561AB">
            <w:pPr>
              <w:spacing w:before="60" w:after="60"/>
              <w:rPr>
                <w:b/>
                <w:bCs/>
                <w:color w:val="E3E3EA"/>
              </w:rPr>
            </w:pPr>
            <w:r w:rsidRPr="00EE3D01">
              <w:rPr>
                <w:b/>
                <w:bCs/>
                <w:color w:val="E3E3EA"/>
              </w:rPr>
              <w:t>Data</w:t>
            </w:r>
          </w:p>
        </w:tc>
        <w:tc>
          <w:tcPr>
            <w:tcW w:w="2237" w:type="dxa"/>
            <w:shd w:val="clear" w:color="auto" w:fill="BE0036"/>
          </w:tcPr>
          <w:p w14:paraId="2D285201" w14:textId="77777777" w:rsidR="00256E1C" w:rsidRPr="00EE3D01" w:rsidRDefault="00256E1C" w:rsidP="00F561AB">
            <w:pPr>
              <w:spacing w:before="60" w:after="60"/>
              <w:rPr>
                <w:b/>
                <w:bCs/>
                <w:color w:val="E3E3EA"/>
              </w:rPr>
            </w:pPr>
            <w:r w:rsidRPr="00EE3D01">
              <w:rPr>
                <w:b/>
                <w:bCs/>
                <w:color w:val="E3E3EA"/>
              </w:rPr>
              <w:t>Autore</w:t>
            </w:r>
          </w:p>
        </w:tc>
        <w:tc>
          <w:tcPr>
            <w:tcW w:w="4201" w:type="dxa"/>
            <w:shd w:val="clear" w:color="auto" w:fill="BE0036"/>
            <w:hideMark/>
          </w:tcPr>
          <w:p w14:paraId="7EDEC9E6" w14:textId="77777777" w:rsidR="00256E1C" w:rsidRPr="00EE3D01" w:rsidRDefault="00256E1C" w:rsidP="00F561AB">
            <w:pPr>
              <w:spacing w:before="60" w:after="60"/>
              <w:rPr>
                <w:b/>
                <w:bCs/>
                <w:color w:val="E3E3EA"/>
              </w:rPr>
            </w:pPr>
            <w:r w:rsidRPr="00EE3D01">
              <w:rPr>
                <w:b/>
                <w:bCs/>
                <w:color w:val="E3E3EA"/>
              </w:rPr>
              <w:t>Modifiche</w:t>
            </w:r>
          </w:p>
        </w:tc>
      </w:tr>
      <w:tr w:rsidR="00256E1C" w14:paraId="31D1B572" w14:textId="77777777" w:rsidTr="00F561AB">
        <w:trPr>
          <w:jc w:val="center"/>
        </w:trPr>
        <w:tc>
          <w:tcPr>
            <w:tcW w:w="1570" w:type="dxa"/>
          </w:tcPr>
          <w:p w14:paraId="15BC0C4B" w14:textId="77777777" w:rsidR="00256E1C" w:rsidRDefault="00256E1C" w:rsidP="00F561AB">
            <w:pPr>
              <w:spacing w:before="60" w:after="60"/>
            </w:pPr>
            <w:r>
              <w:t>01</w:t>
            </w:r>
          </w:p>
        </w:tc>
        <w:tc>
          <w:tcPr>
            <w:tcW w:w="1620" w:type="dxa"/>
          </w:tcPr>
          <w:p w14:paraId="6A304D8B" w14:textId="16E4B07B" w:rsidR="00256E1C" w:rsidRDefault="00BB0379" w:rsidP="00F561AB">
            <w:pPr>
              <w:spacing w:before="60" w:after="60"/>
            </w:pPr>
            <w:r>
              <w:t>1</w:t>
            </w:r>
            <w:r w:rsidR="00C524A3">
              <w:t>6</w:t>
            </w:r>
            <w:r w:rsidR="00256E1C">
              <w:t>/</w:t>
            </w:r>
            <w:r>
              <w:t>10</w:t>
            </w:r>
            <w:r w:rsidR="00256E1C">
              <w:t>/202</w:t>
            </w:r>
            <w:r w:rsidR="001F2545">
              <w:t>4</w:t>
            </w:r>
          </w:p>
        </w:tc>
        <w:tc>
          <w:tcPr>
            <w:tcW w:w="2237" w:type="dxa"/>
          </w:tcPr>
          <w:p w14:paraId="5A1BC574" w14:textId="77777777" w:rsidR="00256E1C" w:rsidRDefault="00256E1C" w:rsidP="00F561AB">
            <w:pPr>
              <w:spacing w:before="60" w:after="60"/>
            </w:pPr>
            <w:r>
              <w:t>Paolo_DELLASIEGA</w:t>
            </w:r>
          </w:p>
        </w:tc>
        <w:tc>
          <w:tcPr>
            <w:tcW w:w="4201" w:type="dxa"/>
          </w:tcPr>
          <w:p w14:paraId="7672EBEC" w14:textId="2487AB39" w:rsidR="00256E1C" w:rsidRDefault="009C75B9" w:rsidP="00F561AB">
            <w:pPr>
              <w:spacing w:before="60" w:after="60"/>
            </w:pPr>
            <w:r>
              <w:t>First release</w:t>
            </w:r>
          </w:p>
        </w:tc>
      </w:tr>
      <w:tr w:rsidR="00834F82" w14:paraId="5DA39E1C" w14:textId="77777777" w:rsidTr="00F561AB">
        <w:trPr>
          <w:jc w:val="center"/>
        </w:trPr>
        <w:tc>
          <w:tcPr>
            <w:tcW w:w="1570" w:type="dxa"/>
          </w:tcPr>
          <w:p w14:paraId="5B1F7AA7" w14:textId="1AA8525A" w:rsidR="00834F82" w:rsidRDefault="00834F82" w:rsidP="00F561AB">
            <w:pPr>
              <w:spacing w:before="60" w:after="60"/>
            </w:pPr>
          </w:p>
        </w:tc>
        <w:tc>
          <w:tcPr>
            <w:tcW w:w="1620" w:type="dxa"/>
          </w:tcPr>
          <w:p w14:paraId="61B15246" w14:textId="57595F42" w:rsidR="00834F82" w:rsidRDefault="00834F82" w:rsidP="00F561AB">
            <w:pPr>
              <w:spacing w:before="60" w:after="60"/>
            </w:pPr>
          </w:p>
        </w:tc>
        <w:tc>
          <w:tcPr>
            <w:tcW w:w="2237" w:type="dxa"/>
          </w:tcPr>
          <w:p w14:paraId="6AAE4010" w14:textId="55A5DE98" w:rsidR="00834F82" w:rsidRDefault="00834F82" w:rsidP="00F561AB">
            <w:pPr>
              <w:spacing w:before="60" w:after="60"/>
            </w:pPr>
          </w:p>
        </w:tc>
        <w:tc>
          <w:tcPr>
            <w:tcW w:w="4201" w:type="dxa"/>
          </w:tcPr>
          <w:p w14:paraId="39DC9096" w14:textId="44F3BCFC" w:rsidR="00834F82" w:rsidRDefault="00834F82" w:rsidP="00F561AB">
            <w:pPr>
              <w:spacing w:before="60" w:after="60"/>
            </w:pPr>
          </w:p>
        </w:tc>
      </w:tr>
      <w:tr w:rsidR="00C54642" w14:paraId="71D52E25" w14:textId="77777777" w:rsidTr="00F561AB">
        <w:trPr>
          <w:jc w:val="center"/>
        </w:trPr>
        <w:tc>
          <w:tcPr>
            <w:tcW w:w="1570" w:type="dxa"/>
          </w:tcPr>
          <w:p w14:paraId="60091114" w14:textId="3F6A2CAC" w:rsidR="00C54642" w:rsidRDefault="00C54642" w:rsidP="00F561AB">
            <w:pPr>
              <w:spacing w:before="60" w:after="60"/>
            </w:pPr>
          </w:p>
        </w:tc>
        <w:tc>
          <w:tcPr>
            <w:tcW w:w="1620" w:type="dxa"/>
          </w:tcPr>
          <w:p w14:paraId="56E11C48" w14:textId="0A1E1722" w:rsidR="00C54642" w:rsidRDefault="00C54642" w:rsidP="00F561AB">
            <w:pPr>
              <w:spacing w:before="60" w:after="60"/>
            </w:pPr>
          </w:p>
        </w:tc>
        <w:tc>
          <w:tcPr>
            <w:tcW w:w="2237" w:type="dxa"/>
          </w:tcPr>
          <w:p w14:paraId="1506E534" w14:textId="39158863" w:rsidR="00C54642" w:rsidRDefault="00C54642" w:rsidP="00F561AB">
            <w:pPr>
              <w:spacing w:before="60" w:after="60"/>
            </w:pPr>
          </w:p>
        </w:tc>
        <w:tc>
          <w:tcPr>
            <w:tcW w:w="4201" w:type="dxa"/>
          </w:tcPr>
          <w:p w14:paraId="4493B6B6" w14:textId="466C0556" w:rsidR="00C54642" w:rsidRDefault="00C54642" w:rsidP="00F561AB">
            <w:pPr>
              <w:spacing w:before="60" w:after="60"/>
            </w:pPr>
          </w:p>
        </w:tc>
      </w:tr>
    </w:tbl>
    <w:p w14:paraId="7C803C80" w14:textId="77777777" w:rsidR="00256E1C" w:rsidRPr="00924BBD" w:rsidRDefault="00256E1C" w:rsidP="00BA1408">
      <w:pPr>
        <w:pStyle w:val="Titolo"/>
        <w:jc w:val="left"/>
        <w:rPr>
          <w:lang w:val="fr-FR"/>
        </w:rPr>
      </w:pPr>
    </w:p>
    <w:sectPr w:rsidR="00256E1C" w:rsidRPr="00924BBD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81528" w14:textId="77777777" w:rsidR="00120823" w:rsidRDefault="00120823" w:rsidP="003C24E1">
      <w:r>
        <w:separator/>
      </w:r>
    </w:p>
  </w:endnote>
  <w:endnote w:type="continuationSeparator" w:id="0">
    <w:p w14:paraId="6AB1B55C" w14:textId="77777777" w:rsidR="00120823" w:rsidRDefault="00120823" w:rsidP="003C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6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5000" w:type="pct"/>
      <w:jc w:val="center"/>
      <w:tblBorders>
        <w:top w:val="single" w:sz="4" w:space="0" w:color="BE0036"/>
        <w:left w:val="single" w:sz="4" w:space="0" w:color="BE0036"/>
        <w:bottom w:val="single" w:sz="4" w:space="0" w:color="BE0036"/>
        <w:right w:val="single" w:sz="4" w:space="0" w:color="BE0036"/>
        <w:insideH w:val="single" w:sz="4" w:space="0" w:color="BE0036"/>
        <w:insideV w:val="single" w:sz="4" w:space="0" w:color="BE0036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4C678F" w14:paraId="2BB367FE" w14:textId="77777777" w:rsidTr="003A08DB">
      <w:trPr>
        <w:jc w:val="center"/>
      </w:trPr>
      <w:tc>
        <w:tcPr>
          <w:tcW w:w="1666" w:type="pct"/>
          <w:vAlign w:val="center"/>
        </w:tcPr>
        <w:p w14:paraId="47387E55" w14:textId="0E6DAE2C" w:rsidR="004C678F" w:rsidRDefault="00674DDC" w:rsidP="003A08DB">
          <w:pPr>
            <w:spacing w:before="120" w:after="120"/>
          </w:pPr>
          <w:r>
            <w:t>PRG_2</w:t>
          </w:r>
          <w:r w:rsidR="009C75B9">
            <w:t>2</w:t>
          </w:r>
          <w:r>
            <w:t>-</w:t>
          </w:r>
          <w:r w:rsidR="009C75B9">
            <w:t>14</w:t>
          </w:r>
        </w:p>
      </w:tc>
      <w:tc>
        <w:tcPr>
          <w:tcW w:w="1666" w:type="pct"/>
          <w:vAlign w:val="center"/>
        </w:tcPr>
        <w:p w14:paraId="5D5369FB" w14:textId="074B8088" w:rsidR="004C678F" w:rsidRDefault="00674DDC" w:rsidP="003A08DB">
          <w:pPr>
            <w:spacing w:before="120" w:after="120"/>
            <w:jc w:val="center"/>
          </w:pPr>
          <w:r>
            <w:t>USO INTERNO</w:t>
          </w:r>
        </w:p>
      </w:tc>
      <w:tc>
        <w:tcPr>
          <w:tcW w:w="1667" w:type="pct"/>
          <w:vAlign w:val="center"/>
        </w:tcPr>
        <w:p w14:paraId="6415999F" w14:textId="77777777" w:rsidR="004C678F" w:rsidRDefault="004C678F" w:rsidP="003A08DB">
          <w:pPr>
            <w:spacing w:before="120" w:after="120"/>
            <w:jc w:val="right"/>
          </w:pPr>
          <w:r>
            <w:t xml:space="preserve">Pag.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</w:t>
          </w:r>
          <w:r w:rsidR="00C64AC8">
            <w:t>/</w:t>
          </w:r>
          <w:r>
            <w:t xml:space="preserve">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</w:tc>
    </w:tr>
  </w:tbl>
  <w:p w14:paraId="1CA93F16" w14:textId="77777777" w:rsidR="004374A9" w:rsidRDefault="004374A9" w:rsidP="003A08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B2D62" w14:textId="77777777" w:rsidR="00120823" w:rsidRDefault="00120823" w:rsidP="003C24E1">
      <w:r>
        <w:separator/>
      </w:r>
    </w:p>
  </w:footnote>
  <w:footnote w:type="continuationSeparator" w:id="0">
    <w:p w14:paraId="521AEE7E" w14:textId="77777777" w:rsidR="00120823" w:rsidRDefault="00120823" w:rsidP="003C2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5000" w:type="pct"/>
      <w:jc w:val="center"/>
      <w:tblBorders>
        <w:top w:val="single" w:sz="4" w:space="0" w:color="BE0036"/>
        <w:left w:val="single" w:sz="4" w:space="0" w:color="BE0036"/>
        <w:bottom w:val="single" w:sz="4" w:space="0" w:color="BE0036"/>
        <w:right w:val="single" w:sz="4" w:space="0" w:color="BE0036"/>
        <w:insideH w:val="single" w:sz="4" w:space="0" w:color="BE0036"/>
        <w:insideV w:val="single" w:sz="4" w:space="0" w:color="BE0036"/>
      </w:tblBorders>
      <w:tblLook w:val="04A0" w:firstRow="1" w:lastRow="0" w:firstColumn="1" w:lastColumn="0" w:noHBand="0" w:noVBand="1"/>
    </w:tblPr>
    <w:tblGrid>
      <w:gridCol w:w="2407"/>
      <w:gridCol w:w="2690"/>
      <w:gridCol w:w="2124"/>
      <w:gridCol w:w="2407"/>
    </w:tblGrid>
    <w:tr w:rsidR="00EB3D17" w14:paraId="571B7E8B" w14:textId="77777777" w:rsidTr="00C524A3">
      <w:trPr>
        <w:jc w:val="center"/>
      </w:trPr>
      <w:tc>
        <w:tcPr>
          <w:tcW w:w="1250" w:type="pct"/>
          <w:vAlign w:val="center"/>
        </w:tcPr>
        <w:p w14:paraId="1F9619A1" w14:textId="2060AD86" w:rsidR="000758A9" w:rsidRPr="005259FB" w:rsidRDefault="00C748AC" w:rsidP="005259FB">
          <w:pPr>
            <w:spacing w:before="120" w:after="120"/>
            <w:rPr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35F8E9B0" wp14:editId="6C9EBD7E">
                <wp:extent cx="1350000" cy="360000"/>
                <wp:effectExtent l="0" t="0" r="3175" b="254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00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97" w:type="pct"/>
          <w:vAlign w:val="center"/>
        </w:tcPr>
        <w:p w14:paraId="5C61FB8B" w14:textId="77777777" w:rsidR="00EB3D17" w:rsidRPr="005259FB" w:rsidRDefault="00EB3D17" w:rsidP="005259FB">
          <w:pPr>
            <w:spacing w:before="120" w:after="120"/>
            <w:rPr>
              <w:sz w:val="18"/>
              <w:szCs w:val="18"/>
            </w:rPr>
          </w:pPr>
          <w:r w:rsidRPr="005259FB">
            <w:rPr>
              <w:sz w:val="18"/>
              <w:szCs w:val="18"/>
            </w:rPr>
            <w:t>DOCUMENTO:</w:t>
          </w:r>
        </w:p>
        <w:p w14:paraId="35FBFD55" w14:textId="3C3669D7" w:rsidR="000758A9" w:rsidRPr="005259FB" w:rsidRDefault="00C524A3" w:rsidP="005259FB">
          <w:pPr>
            <w:spacing w:before="120" w:after="120"/>
            <w:rPr>
              <w:b/>
              <w:bCs/>
              <w:sz w:val="18"/>
              <w:szCs w:val="18"/>
            </w:rPr>
          </w:pPr>
          <w:r w:rsidRPr="00C524A3">
            <w:rPr>
              <w:b/>
              <w:bCs/>
              <w:sz w:val="18"/>
              <w:szCs w:val="18"/>
            </w:rPr>
            <w:t>AA – Leuze_HF_</w:t>
          </w:r>
          <w:r w:rsidR="00BB0379">
            <w:rPr>
              <w:b/>
              <w:bCs/>
              <w:sz w:val="18"/>
              <w:szCs w:val="18"/>
            </w:rPr>
            <w:t>M30</w:t>
          </w:r>
          <w:r w:rsidRPr="00C524A3">
            <w:rPr>
              <w:b/>
              <w:bCs/>
              <w:sz w:val="18"/>
              <w:szCs w:val="18"/>
            </w:rPr>
            <w:t>_IOLINK - title TCF_0</w:t>
          </w:r>
          <w:r>
            <w:rPr>
              <w:b/>
              <w:bCs/>
              <w:sz w:val="18"/>
              <w:szCs w:val="18"/>
            </w:rPr>
            <w:t>0</w:t>
          </w:r>
          <w:r w:rsidRPr="00C524A3">
            <w:rPr>
              <w:b/>
              <w:bCs/>
              <w:sz w:val="18"/>
              <w:szCs w:val="18"/>
            </w:rPr>
            <w:t>.docx</w:t>
          </w:r>
        </w:p>
      </w:tc>
      <w:tc>
        <w:tcPr>
          <w:tcW w:w="1103" w:type="pct"/>
          <w:vAlign w:val="center"/>
        </w:tcPr>
        <w:p w14:paraId="1F3266B2" w14:textId="77777777" w:rsidR="004374A9" w:rsidRPr="005259FB" w:rsidRDefault="00EB3D17" w:rsidP="005259FB">
          <w:pPr>
            <w:spacing w:before="120" w:after="120"/>
            <w:rPr>
              <w:sz w:val="18"/>
              <w:szCs w:val="18"/>
            </w:rPr>
          </w:pPr>
          <w:r w:rsidRPr="005259FB">
            <w:rPr>
              <w:sz w:val="18"/>
              <w:szCs w:val="18"/>
            </w:rPr>
            <w:t>DATA</w:t>
          </w:r>
          <w:r w:rsidR="004374A9" w:rsidRPr="005259FB">
            <w:rPr>
              <w:sz w:val="18"/>
              <w:szCs w:val="18"/>
            </w:rPr>
            <w:t>:</w:t>
          </w:r>
        </w:p>
        <w:p w14:paraId="6B9A72B5" w14:textId="32B026DD" w:rsidR="000758A9" w:rsidRPr="005259FB" w:rsidRDefault="00BB0379" w:rsidP="005259FB">
          <w:pPr>
            <w:spacing w:before="120" w:after="120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1</w:t>
          </w:r>
          <w:r w:rsidR="00C524A3">
            <w:rPr>
              <w:b/>
              <w:bCs/>
              <w:sz w:val="18"/>
              <w:szCs w:val="18"/>
            </w:rPr>
            <w:t>6</w:t>
          </w:r>
          <w:r w:rsidR="009C75B9">
            <w:rPr>
              <w:b/>
              <w:bCs/>
              <w:sz w:val="18"/>
              <w:szCs w:val="18"/>
            </w:rPr>
            <w:t>/</w:t>
          </w:r>
          <w:r>
            <w:rPr>
              <w:b/>
              <w:bCs/>
              <w:sz w:val="18"/>
              <w:szCs w:val="18"/>
            </w:rPr>
            <w:t>10</w:t>
          </w:r>
          <w:r w:rsidR="00674DDC">
            <w:rPr>
              <w:b/>
              <w:bCs/>
              <w:sz w:val="18"/>
              <w:szCs w:val="18"/>
            </w:rPr>
            <w:t>/202</w:t>
          </w:r>
          <w:r w:rsidR="009C75B9">
            <w:rPr>
              <w:b/>
              <w:bCs/>
              <w:sz w:val="18"/>
              <w:szCs w:val="18"/>
            </w:rPr>
            <w:t>4</w:t>
          </w:r>
        </w:p>
      </w:tc>
      <w:tc>
        <w:tcPr>
          <w:tcW w:w="1250" w:type="pct"/>
          <w:vAlign w:val="center"/>
        </w:tcPr>
        <w:p w14:paraId="1F2F84DD" w14:textId="77777777" w:rsidR="000758A9" w:rsidRPr="005259FB" w:rsidRDefault="00EB3D17" w:rsidP="005259FB">
          <w:pPr>
            <w:spacing w:before="120" w:after="120"/>
            <w:rPr>
              <w:sz w:val="18"/>
              <w:szCs w:val="18"/>
            </w:rPr>
          </w:pPr>
          <w:r w:rsidRPr="005259FB">
            <w:rPr>
              <w:sz w:val="18"/>
              <w:szCs w:val="18"/>
            </w:rPr>
            <w:t>VERSIONE</w:t>
          </w:r>
          <w:r w:rsidR="000758A9" w:rsidRPr="005259FB">
            <w:rPr>
              <w:sz w:val="18"/>
              <w:szCs w:val="18"/>
            </w:rPr>
            <w:t>:</w:t>
          </w:r>
        </w:p>
        <w:p w14:paraId="7D08D68B" w14:textId="6F5F941C" w:rsidR="00C524A3" w:rsidRPr="005259FB" w:rsidRDefault="000758A9" w:rsidP="005259FB">
          <w:pPr>
            <w:spacing w:before="120" w:after="120"/>
            <w:rPr>
              <w:b/>
              <w:bCs/>
              <w:sz w:val="18"/>
              <w:szCs w:val="18"/>
            </w:rPr>
          </w:pPr>
          <w:r w:rsidRPr="005259FB">
            <w:rPr>
              <w:b/>
              <w:bCs/>
              <w:sz w:val="18"/>
              <w:szCs w:val="18"/>
            </w:rPr>
            <w:t>0</w:t>
          </w:r>
          <w:r w:rsidR="00C524A3">
            <w:rPr>
              <w:b/>
              <w:bCs/>
              <w:sz w:val="18"/>
              <w:szCs w:val="18"/>
            </w:rPr>
            <w:t>0</w:t>
          </w:r>
        </w:p>
      </w:tc>
    </w:tr>
  </w:tbl>
  <w:p w14:paraId="54D271A3" w14:textId="77777777" w:rsidR="003C24E1" w:rsidRPr="000758A9" w:rsidRDefault="003C24E1" w:rsidP="000758A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B178B"/>
    <w:multiLevelType w:val="hybridMultilevel"/>
    <w:tmpl w:val="C3E6DA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22581"/>
    <w:multiLevelType w:val="hybridMultilevel"/>
    <w:tmpl w:val="F84282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E5502"/>
    <w:multiLevelType w:val="hybridMultilevel"/>
    <w:tmpl w:val="0C14D9D0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383C038F"/>
    <w:multiLevelType w:val="hybridMultilevel"/>
    <w:tmpl w:val="7EC269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55302"/>
    <w:multiLevelType w:val="hybridMultilevel"/>
    <w:tmpl w:val="836C4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2742CC"/>
    <w:multiLevelType w:val="hybridMultilevel"/>
    <w:tmpl w:val="AFD40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D03A1F"/>
    <w:multiLevelType w:val="multilevel"/>
    <w:tmpl w:val="9F562B3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DC20DBC"/>
    <w:multiLevelType w:val="hybridMultilevel"/>
    <w:tmpl w:val="1F52F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550058">
    <w:abstractNumId w:val="2"/>
  </w:num>
  <w:num w:numId="2" w16cid:durableId="510603653">
    <w:abstractNumId w:val="7"/>
  </w:num>
  <w:num w:numId="3" w16cid:durableId="76244201">
    <w:abstractNumId w:val="0"/>
  </w:num>
  <w:num w:numId="4" w16cid:durableId="238636074">
    <w:abstractNumId w:val="5"/>
  </w:num>
  <w:num w:numId="5" w16cid:durableId="1900968752">
    <w:abstractNumId w:val="3"/>
  </w:num>
  <w:num w:numId="6" w16cid:durableId="2039428480">
    <w:abstractNumId w:val="1"/>
  </w:num>
  <w:num w:numId="7" w16cid:durableId="607584897">
    <w:abstractNumId w:val="4"/>
  </w:num>
  <w:num w:numId="8" w16cid:durableId="4726059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8AC"/>
    <w:rsid w:val="00003313"/>
    <w:rsid w:val="000324AD"/>
    <w:rsid w:val="000758A9"/>
    <w:rsid w:val="0009568B"/>
    <w:rsid w:val="000D53B7"/>
    <w:rsid w:val="000E4F54"/>
    <w:rsid w:val="000F1F11"/>
    <w:rsid w:val="0010237C"/>
    <w:rsid w:val="0010642A"/>
    <w:rsid w:val="00120823"/>
    <w:rsid w:val="00120992"/>
    <w:rsid w:val="00180B17"/>
    <w:rsid w:val="001861E8"/>
    <w:rsid w:val="001A1DE8"/>
    <w:rsid w:val="001E0568"/>
    <w:rsid w:val="001F2545"/>
    <w:rsid w:val="00201D6A"/>
    <w:rsid w:val="00223A5B"/>
    <w:rsid w:val="00242DFF"/>
    <w:rsid w:val="002565CA"/>
    <w:rsid w:val="00256E1C"/>
    <w:rsid w:val="0026043E"/>
    <w:rsid w:val="00263DF5"/>
    <w:rsid w:val="00275FA0"/>
    <w:rsid w:val="00284AD9"/>
    <w:rsid w:val="002B065F"/>
    <w:rsid w:val="002F2E94"/>
    <w:rsid w:val="002F76DB"/>
    <w:rsid w:val="00331179"/>
    <w:rsid w:val="003509D0"/>
    <w:rsid w:val="00352EFC"/>
    <w:rsid w:val="0039128F"/>
    <w:rsid w:val="00392685"/>
    <w:rsid w:val="003A07F7"/>
    <w:rsid w:val="003A08DB"/>
    <w:rsid w:val="003A2BC8"/>
    <w:rsid w:val="003B1B20"/>
    <w:rsid w:val="003B4085"/>
    <w:rsid w:val="003C24E1"/>
    <w:rsid w:val="003C3439"/>
    <w:rsid w:val="003E5103"/>
    <w:rsid w:val="003F416B"/>
    <w:rsid w:val="00414CBC"/>
    <w:rsid w:val="004374A9"/>
    <w:rsid w:val="00455091"/>
    <w:rsid w:val="00471334"/>
    <w:rsid w:val="00471E8A"/>
    <w:rsid w:val="004A5943"/>
    <w:rsid w:val="004B468C"/>
    <w:rsid w:val="004C678F"/>
    <w:rsid w:val="004E0DCD"/>
    <w:rsid w:val="004E4009"/>
    <w:rsid w:val="004F377D"/>
    <w:rsid w:val="005259FB"/>
    <w:rsid w:val="00547B81"/>
    <w:rsid w:val="00551B47"/>
    <w:rsid w:val="00557206"/>
    <w:rsid w:val="005761C3"/>
    <w:rsid w:val="005A484A"/>
    <w:rsid w:val="005A781F"/>
    <w:rsid w:val="005F586D"/>
    <w:rsid w:val="00615628"/>
    <w:rsid w:val="0062262C"/>
    <w:rsid w:val="00635138"/>
    <w:rsid w:val="00662040"/>
    <w:rsid w:val="00670A3F"/>
    <w:rsid w:val="006720DA"/>
    <w:rsid w:val="00674DDC"/>
    <w:rsid w:val="006778A0"/>
    <w:rsid w:val="00681057"/>
    <w:rsid w:val="006920CD"/>
    <w:rsid w:val="006C4421"/>
    <w:rsid w:val="006D3606"/>
    <w:rsid w:val="006F2584"/>
    <w:rsid w:val="0070328E"/>
    <w:rsid w:val="00717AA9"/>
    <w:rsid w:val="00722CAD"/>
    <w:rsid w:val="007263E9"/>
    <w:rsid w:val="00746752"/>
    <w:rsid w:val="00777AAE"/>
    <w:rsid w:val="007B1E0B"/>
    <w:rsid w:val="007C0DCD"/>
    <w:rsid w:val="007E4E03"/>
    <w:rsid w:val="007E5E96"/>
    <w:rsid w:val="008038DE"/>
    <w:rsid w:val="0081480D"/>
    <w:rsid w:val="00834F82"/>
    <w:rsid w:val="00843F1F"/>
    <w:rsid w:val="00854D8E"/>
    <w:rsid w:val="008637EA"/>
    <w:rsid w:val="008713A8"/>
    <w:rsid w:val="00886BB4"/>
    <w:rsid w:val="008B0113"/>
    <w:rsid w:val="008C3126"/>
    <w:rsid w:val="008E1066"/>
    <w:rsid w:val="008E1DF1"/>
    <w:rsid w:val="008E62ED"/>
    <w:rsid w:val="009037F1"/>
    <w:rsid w:val="00907F53"/>
    <w:rsid w:val="00943A92"/>
    <w:rsid w:val="00967833"/>
    <w:rsid w:val="00984AAA"/>
    <w:rsid w:val="00990E6A"/>
    <w:rsid w:val="00995340"/>
    <w:rsid w:val="009C1526"/>
    <w:rsid w:val="009C75B9"/>
    <w:rsid w:val="009D0A28"/>
    <w:rsid w:val="009E1E93"/>
    <w:rsid w:val="009E6E9E"/>
    <w:rsid w:val="009F62DC"/>
    <w:rsid w:val="00A0288F"/>
    <w:rsid w:val="00A029E1"/>
    <w:rsid w:val="00A04636"/>
    <w:rsid w:val="00A4493D"/>
    <w:rsid w:val="00A50B9A"/>
    <w:rsid w:val="00A54E14"/>
    <w:rsid w:val="00A843D4"/>
    <w:rsid w:val="00A85ACD"/>
    <w:rsid w:val="00A90A9D"/>
    <w:rsid w:val="00AA563A"/>
    <w:rsid w:val="00AA7DB6"/>
    <w:rsid w:val="00AF139B"/>
    <w:rsid w:val="00B074AC"/>
    <w:rsid w:val="00B2328C"/>
    <w:rsid w:val="00B34EF4"/>
    <w:rsid w:val="00B37D78"/>
    <w:rsid w:val="00B46B5B"/>
    <w:rsid w:val="00B7072D"/>
    <w:rsid w:val="00B8125A"/>
    <w:rsid w:val="00B9048E"/>
    <w:rsid w:val="00BA1408"/>
    <w:rsid w:val="00BA528C"/>
    <w:rsid w:val="00BB0379"/>
    <w:rsid w:val="00BF1ECA"/>
    <w:rsid w:val="00C15BFA"/>
    <w:rsid w:val="00C34BEB"/>
    <w:rsid w:val="00C524A3"/>
    <w:rsid w:val="00C54642"/>
    <w:rsid w:val="00C64AC8"/>
    <w:rsid w:val="00C748AC"/>
    <w:rsid w:val="00C74C07"/>
    <w:rsid w:val="00CA2720"/>
    <w:rsid w:val="00CD321F"/>
    <w:rsid w:val="00CE0335"/>
    <w:rsid w:val="00D00322"/>
    <w:rsid w:val="00D1736C"/>
    <w:rsid w:val="00D333C3"/>
    <w:rsid w:val="00D35AE8"/>
    <w:rsid w:val="00D456A7"/>
    <w:rsid w:val="00D80105"/>
    <w:rsid w:val="00D86823"/>
    <w:rsid w:val="00DB350C"/>
    <w:rsid w:val="00DE1366"/>
    <w:rsid w:val="00E01106"/>
    <w:rsid w:val="00E253A2"/>
    <w:rsid w:val="00E25AEB"/>
    <w:rsid w:val="00E419BA"/>
    <w:rsid w:val="00EA7BC8"/>
    <w:rsid w:val="00EB3D17"/>
    <w:rsid w:val="00ED2186"/>
    <w:rsid w:val="00EE1C5A"/>
    <w:rsid w:val="00EE3D01"/>
    <w:rsid w:val="00F23CD4"/>
    <w:rsid w:val="00F40021"/>
    <w:rsid w:val="00F47A8E"/>
    <w:rsid w:val="00F6447E"/>
    <w:rsid w:val="00F65530"/>
    <w:rsid w:val="00F771ED"/>
    <w:rsid w:val="00FC142F"/>
    <w:rsid w:val="00FE12AF"/>
    <w:rsid w:val="00F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03AAC"/>
  <w15:chartTrackingRefBased/>
  <w15:docId w15:val="{162862C6-1614-4ECA-B783-023D2EEC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59FB"/>
    <w:pPr>
      <w:spacing w:after="0" w:line="240" w:lineRule="auto"/>
    </w:pPr>
    <w:rPr>
      <w:rFonts w:ascii="Century Gothic" w:hAnsi="Century Gothic"/>
      <w:color w:val="333333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201D6A"/>
    <w:pPr>
      <w:keepNext/>
      <w:keepLines/>
      <w:numPr>
        <w:numId w:val="8"/>
      </w:numPr>
      <w:spacing w:before="240" w:after="240"/>
      <w:ind w:left="431" w:hanging="431"/>
      <w:outlineLvl w:val="0"/>
    </w:pPr>
    <w:rPr>
      <w:rFonts w:eastAsiaTheme="majorEastAsia" w:cstheme="majorBidi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201D6A"/>
    <w:pPr>
      <w:keepNext/>
      <w:keepLines/>
      <w:numPr>
        <w:ilvl w:val="1"/>
        <w:numId w:val="8"/>
      </w:numPr>
      <w:spacing w:before="240" w:after="240"/>
      <w:ind w:left="578" w:hanging="578"/>
      <w:outlineLvl w:val="1"/>
    </w:pPr>
    <w:rPr>
      <w:rFonts w:eastAsiaTheme="majorEastAsia" w:cstheme="majorBidi"/>
      <w:b/>
      <w:sz w:val="24"/>
      <w:szCs w:val="26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201D6A"/>
    <w:pPr>
      <w:keepNext/>
      <w:keepLines/>
      <w:numPr>
        <w:ilvl w:val="2"/>
        <w:numId w:val="8"/>
      </w:numPr>
      <w:spacing w:before="240" w:after="240"/>
      <w:outlineLvl w:val="2"/>
    </w:pPr>
    <w:rPr>
      <w:rFonts w:eastAsiaTheme="majorEastAsia" w:cstheme="majorBidi"/>
      <w:b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A2720"/>
    <w:pPr>
      <w:keepNext/>
      <w:keepLines/>
      <w:numPr>
        <w:ilvl w:val="3"/>
        <w:numId w:val="8"/>
      </w:numPr>
      <w:spacing w:before="40"/>
      <w:outlineLvl w:val="3"/>
    </w:pPr>
    <w:rPr>
      <w:rFonts w:asciiTheme="majorHAnsi" w:eastAsiaTheme="majorEastAsia" w:hAnsiTheme="majorHAnsi" w:cstheme="majorBidi"/>
      <w:b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E6E9E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E6E9E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E6E9E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E6E9E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E6E9E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C24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24E1"/>
  </w:style>
  <w:style w:type="paragraph" w:styleId="Pidipagina">
    <w:name w:val="footer"/>
    <w:basedOn w:val="Normale"/>
    <w:link w:val="PidipaginaCarattere"/>
    <w:uiPriority w:val="99"/>
    <w:unhideWhenUsed/>
    <w:rsid w:val="003C24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24E1"/>
  </w:style>
  <w:style w:type="character" w:customStyle="1" w:styleId="Titolo1Carattere">
    <w:name w:val="Titolo 1 Carattere"/>
    <w:basedOn w:val="Carpredefinitoparagrafo"/>
    <w:link w:val="Titolo1"/>
    <w:uiPriority w:val="9"/>
    <w:rsid w:val="00201D6A"/>
    <w:rPr>
      <w:rFonts w:ascii="Century Gothic" w:eastAsiaTheme="majorEastAsia" w:hAnsi="Century Gothic" w:cstheme="majorBidi"/>
      <w:b/>
      <w:color w:val="333333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3A2BC8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201D6A"/>
    <w:pPr>
      <w:tabs>
        <w:tab w:val="left" w:pos="440"/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A2BC8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A2BC8"/>
    <w:rPr>
      <w:color w:val="0563C1" w:themeColor="hyperlink"/>
      <w:u w:val="single"/>
    </w:rPr>
  </w:style>
  <w:style w:type="paragraph" w:styleId="Sommario3">
    <w:name w:val="toc 3"/>
    <w:basedOn w:val="Normale"/>
    <w:next w:val="Normale"/>
    <w:autoRedefine/>
    <w:uiPriority w:val="39"/>
    <w:unhideWhenUsed/>
    <w:rsid w:val="003A2BC8"/>
    <w:pPr>
      <w:spacing w:after="100"/>
      <w:ind w:left="440"/>
    </w:pPr>
  </w:style>
  <w:style w:type="table" w:styleId="Grigliatabella">
    <w:name w:val="Table Grid"/>
    <w:basedOn w:val="Tabellanormale"/>
    <w:uiPriority w:val="39"/>
    <w:rsid w:val="003A2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201D6A"/>
    <w:rPr>
      <w:rFonts w:ascii="Century Gothic" w:eastAsiaTheme="majorEastAsia" w:hAnsi="Century Gothic" w:cstheme="majorBidi"/>
      <w:b/>
      <w:color w:val="333333"/>
      <w:sz w:val="24"/>
      <w:szCs w:val="26"/>
    </w:rPr>
  </w:style>
  <w:style w:type="paragraph" w:styleId="Paragrafoelenco">
    <w:name w:val="List Paragraph"/>
    <w:basedOn w:val="Normale"/>
    <w:uiPriority w:val="34"/>
    <w:qFormat/>
    <w:rsid w:val="007263E9"/>
    <w:pPr>
      <w:ind w:left="720"/>
      <w:contextualSpacing/>
    </w:pPr>
  </w:style>
  <w:style w:type="paragraph" w:styleId="Nessunaspaziatura">
    <w:name w:val="No Spacing"/>
    <w:uiPriority w:val="1"/>
    <w:qFormat/>
    <w:rsid w:val="007B1E0B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rsid w:val="00201D6A"/>
    <w:rPr>
      <w:rFonts w:ascii="Century Gothic" w:eastAsiaTheme="majorEastAsia" w:hAnsi="Century Gothic" w:cstheme="majorBidi"/>
      <w:b/>
      <w:color w:val="333333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A2720"/>
    <w:rPr>
      <w:rFonts w:asciiTheme="majorHAnsi" w:eastAsiaTheme="majorEastAsia" w:hAnsiTheme="majorHAnsi" w:cstheme="majorBidi"/>
      <w:b/>
      <w:i/>
      <w:iCs/>
      <w:color w:val="000000" w:themeColor="text1"/>
    </w:rPr>
  </w:style>
  <w:style w:type="table" w:styleId="Tabellagriglia1chiara">
    <w:name w:val="Grid Table 1 Light"/>
    <w:basedOn w:val="Tabellanormale"/>
    <w:uiPriority w:val="46"/>
    <w:rsid w:val="003F416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E6E9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E6E9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E6E9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E6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E6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">
    <w:name w:val="Title"/>
    <w:basedOn w:val="Normale"/>
    <w:link w:val="TitoloCarattere"/>
    <w:uiPriority w:val="10"/>
    <w:qFormat/>
    <w:rsid w:val="00BA1408"/>
    <w:pPr>
      <w:jc w:val="center"/>
    </w:pPr>
    <w:rPr>
      <w:rFonts w:ascii="Arial" w:eastAsia="Times New Roman" w:hAnsi="Arial" w:cs="Times New Roman"/>
      <w:b/>
      <w:color w:val="auto"/>
      <w:sz w:val="2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BA1408"/>
    <w:rPr>
      <w:rFonts w:ascii="Arial" w:eastAsia="Times New Roman" w:hAnsi="Arial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brizio.picotto\OneDrive%20-%20LUTECH%20SPA\Documenti\Progetto%20-%20Nome_Documento%20-%20V03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6317C0A8C8274187AC49FDA8F45A4D" ma:contentTypeVersion="12" ma:contentTypeDescription="Creare un nuovo documento." ma:contentTypeScope="" ma:versionID="354d513fffb89babcc7fc11e7562622f">
  <xsd:schema xmlns:xsd="http://www.w3.org/2001/XMLSchema" xmlns:xs="http://www.w3.org/2001/XMLSchema" xmlns:p="http://schemas.microsoft.com/office/2006/metadata/properties" xmlns:ns3="617fc4df-82e5-468d-bcb8-a076d5043c9d" targetNamespace="http://schemas.microsoft.com/office/2006/metadata/properties" ma:root="true" ma:fieldsID="2d7c6813f935305d2460a7977b40e038" ns3:_="">
    <xsd:import namespace="617fc4df-82e5-468d-bcb8-a076d5043c9d"/>
    <xsd:element name="properties">
      <xsd:complexType>
        <xsd:sequence>
          <xsd:element name="documentManagement">
            <xsd:complexType>
              <xsd:all>
                <xsd:element ref="ns3:MigrationWizId" minOccurs="0"/>
                <xsd:element ref="ns3:MigrationWizIdPermissions" minOccurs="0"/>
                <xsd:element ref="ns3:MigrationWizId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fc4df-82e5-468d-bcb8-a076d5043c9d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 xmlns="617fc4df-82e5-468d-bcb8-a076d5043c9d" xsi:nil="true"/>
    <MigrationWizIdPermissions xmlns="617fc4df-82e5-468d-bcb8-a076d5043c9d" xsi:nil="true"/>
    <MigrationWizIdVersion xmlns="617fc4df-82e5-468d-bcb8-a076d5043c9d" xsi:nil="true"/>
  </documentManagement>
</p:properties>
</file>

<file path=customXml/itemProps1.xml><?xml version="1.0" encoding="utf-8"?>
<ds:datastoreItem xmlns:ds="http://schemas.openxmlformats.org/officeDocument/2006/customXml" ds:itemID="{A4528B2D-E922-4C89-850C-58F533763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8F3A61-7098-44EE-BDFC-1A279984D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7fc4df-82e5-468d-bcb8-a076d5043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858423-B289-470E-9629-C7127DF4F9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F54218-E017-4653-A702-D7FC03A4EADF}">
  <ds:schemaRefs>
    <ds:schemaRef ds:uri="http://schemas.microsoft.com/office/2006/metadata/properties"/>
    <ds:schemaRef ds:uri="http://schemas.microsoft.com/office/infopath/2007/PartnerControls"/>
    <ds:schemaRef ds:uri="617fc4df-82e5-468d-bcb8-a076d5043c9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Progetto - Nome_Documento - V03.dotx</Template>
  <TotalTime>835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>Gianluca Romanin</Manager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Picotto</dc:creator>
  <cp:keywords/>
  <dc:description/>
  <cp:lastModifiedBy>Paolo Della Siega</cp:lastModifiedBy>
  <cp:revision>25</cp:revision>
  <dcterms:created xsi:type="dcterms:W3CDTF">2022-06-10T13:26:00Z</dcterms:created>
  <dcterms:modified xsi:type="dcterms:W3CDTF">2024-10-16T07:29:00Z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0x0101008F6317C0A8C8274187AC49FDA8F45A4D</vt:lpwstr>
  </property>
</Properties>
</file>